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2E05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74813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8E8D4D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2020-2022</w:t>
      </w:r>
    </w:p>
    <w:p w14:paraId="1F99EC7C" w14:textId="4478B9C1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C824F0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C824F0">
        <w:rPr>
          <w:rFonts w:ascii="Corbel" w:hAnsi="Corbel"/>
          <w:sz w:val="20"/>
          <w:szCs w:val="20"/>
        </w:rPr>
        <w:t>2</w:t>
      </w:r>
    </w:p>
    <w:p w14:paraId="6F1219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693624" w14:textId="79BB80FF" w:rsidR="0085747A" w:rsidRDefault="0085747A" w:rsidP="003D295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AA9A8C0" w14:textId="77777777" w:rsidR="003D2953" w:rsidRPr="009C54AE" w:rsidRDefault="003D2953" w:rsidP="003D295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144D59" w14:textId="77777777" w:rsidTr="00B819C8">
        <w:tc>
          <w:tcPr>
            <w:tcW w:w="2694" w:type="dxa"/>
            <w:vAlign w:val="center"/>
          </w:tcPr>
          <w:p w14:paraId="734ED9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F7AB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Public relations w sektorze publicznym</w:t>
            </w:r>
          </w:p>
        </w:tc>
      </w:tr>
      <w:tr w:rsidR="0085747A" w:rsidRPr="009C54AE" w14:paraId="6F5A2F15" w14:textId="77777777" w:rsidTr="00B819C8">
        <w:tc>
          <w:tcPr>
            <w:tcW w:w="2694" w:type="dxa"/>
            <w:vAlign w:val="center"/>
          </w:tcPr>
          <w:p w14:paraId="3BE81B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61071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E/II/EiZSP/C.6</w:t>
            </w:r>
          </w:p>
        </w:tc>
      </w:tr>
      <w:tr w:rsidR="0085747A" w:rsidRPr="009C54AE" w14:paraId="05F1DD5F" w14:textId="77777777" w:rsidTr="00B819C8">
        <w:tc>
          <w:tcPr>
            <w:tcW w:w="2694" w:type="dxa"/>
            <w:vAlign w:val="center"/>
          </w:tcPr>
          <w:p w14:paraId="71CD332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2F9E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2953" w:rsidRPr="009C54AE" w14:paraId="2F6D48E1" w14:textId="77777777" w:rsidTr="00B819C8">
        <w:tc>
          <w:tcPr>
            <w:tcW w:w="2694" w:type="dxa"/>
            <w:vAlign w:val="center"/>
          </w:tcPr>
          <w:p w14:paraId="2AC63A1D" w14:textId="77777777" w:rsidR="003D2953" w:rsidRPr="009C54AE" w:rsidRDefault="003D2953" w:rsidP="003D295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B031A5" w14:textId="190C2E6E" w:rsidR="003D2953" w:rsidRPr="009C54AE" w:rsidRDefault="003D2953" w:rsidP="003D29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FAC6ED3" w14:textId="77777777" w:rsidTr="00B819C8">
        <w:tc>
          <w:tcPr>
            <w:tcW w:w="2694" w:type="dxa"/>
            <w:vAlign w:val="center"/>
          </w:tcPr>
          <w:p w14:paraId="0E91B3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33E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5308A81" w14:textId="77777777" w:rsidTr="00B819C8">
        <w:tc>
          <w:tcPr>
            <w:tcW w:w="2694" w:type="dxa"/>
            <w:vAlign w:val="center"/>
          </w:tcPr>
          <w:p w14:paraId="55246B4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340F01" w14:textId="1A1E80F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413E54" w14:textId="77777777" w:rsidTr="00B819C8">
        <w:tc>
          <w:tcPr>
            <w:tcW w:w="2694" w:type="dxa"/>
            <w:vAlign w:val="center"/>
          </w:tcPr>
          <w:p w14:paraId="623E5B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8C8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2CF558A" w14:textId="77777777" w:rsidTr="00B819C8">
        <w:tc>
          <w:tcPr>
            <w:tcW w:w="2694" w:type="dxa"/>
            <w:vAlign w:val="center"/>
          </w:tcPr>
          <w:p w14:paraId="2E00F6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212FC" w14:textId="24D5CCFE" w:rsidR="0085747A" w:rsidRPr="009C54AE" w:rsidRDefault="00B37A5D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Niestacjonarny</w:t>
            </w:r>
          </w:p>
        </w:tc>
      </w:tr>
      <w:tr w:rsidR="0085747A" w:rsidRPr="009C54AE" w14:paraId="137EBF55" w14:textId="77777777" w:rsidTr="00B819C8">
        <w:tc>
          <w:tcPr>
            <w:tcW w:w="2694" w:type="dxa"/>
            <w:vAlign w:val="center"/>
          </w:tcPr>
          <w:p w14:paraId="471183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DD3D21" w14:textId="16B75A06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6ED1F2F7" w14:textId="77777777" w:rsidTr="00B819C8">
        <w:tc>
          <w:tcPr>
            <w:tcW w:w="2694" w:type="dxa"/>
            <w:vAlign w:val="center"/>
          </w:tcPr>
          <w:p w14:paraId="007ED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0BF565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3A610B1" w14:textId="77777777" w:rsidTr="00B819C8">
        <w:tc>
          <w:tcPr>
            <w:tcW w:w="2694" w:type="dxa"/>
            <w:vAlign w:val="center"/>
          </w:tcPr>
          <w:p w14:paraId="0762D9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4AEE5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CFD5F0" w14:textId="77777777" w:rsidTr="00B819C8">
        <w:tc>
          <w:tcPr>
            <w:tcW w:w="2694" w:type="dxa"/>
            <w:vAlign w:val="center"/>
          </w:tcPr>
          <w:p w14:paraId="04DB19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744D8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58438E66" w14:textId="77777777" w:rsidTr="00B819C8">
        <w:tc>
          <w:tcPr>
            <w:tcW w:w="2694" w:type="dxa"/>
            <w:vAlign w:val="center"/>
          </w:tcPr>
          <w:p w14:paraId="2C4F4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8B56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ACD9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B5F3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4B3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11F4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96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E76F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5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7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04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07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7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E7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52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4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A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E8B4D7" w14:textId="77777777" w:rsidTr="003D295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2C18" w14:textId="507E77CF" w:rsidR="00015B8F" w:rsidRPr="009C54AE" w:rsidRDefault="003D29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A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57C3" w14:textId="0A06020B" w:rsidR="00015B8F" w:rsidRPr="009C54AE" w:rsidRDefault="00B37A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B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6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4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4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8A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92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7A09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6E62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AD46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6F249B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DC3B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CE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804B7" w14:textId="71693EC6" w:rsidR="00E22FBC" w:rsidRDefault="00E22FBC" w:rsidP="003D29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1C1549" w14:textId="09AB6654" w:rsidR="003D2953" w:rsidRPr="009C54AE" w:rsidRDefault="00C3473B" w:rsidP="003D295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279E84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FF03B" w14:textId="2AE87CB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404D0B2" w14:textId="77777777" w:rsidR="003D2953" w:rsidRPr="009C54AE" w:rsidRDefault="003D29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BE091" w14:textId="77777777" w:rsidTr="00745302">
        <w:tc>
          <w:tcPr>
            <w:tcW w:w="9670" w:type="dxa"/>
          </w:tcPr>
          <w:p w14:paraId="32101ED7" w14:textId="37C70532" w:rsidR="0085747A" w:rsidRPr="009C54AE" w:rsidRDefault="00D66098" w:rsidP="003D29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</w:tc>
      </w:tr>
    </w:tbl>
    <w:p w14:paraId="3E62F8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4D5FE" w14:textId="0F815B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CC2641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859E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0AD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341FD2B3" w14:textId="77777777" w:rsidTr="00923D7D">
        <w:tc>
          <w:tcPr>
            <w:tcW w:w="851" w:type="dxa"/>
            <w:vAlign w:val="center"/>
          </w:tcPr>
          <w:p w14:paraId="2FD2AEB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8472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4886456" w14:textId="77777777" w:rsidTr="00923D7D">
        <w:tc>
          <w:tcPr>
            <w:tcW w:w="851" w:type="dxa"/>
            <w:vAlign w:val="center"/>
          </w:tcPr>
          <w:p w14:paraId="43E2E18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2392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2D3EC0F" w14:textId="77777777" w:rsidTr="00923D7D">
        <w:tc>
          <w:tcPr>
            <w:tcW w:w="851" w:type="dxa"/>
            <w:vAlign w:val="center"/>
          </w:tcPr>
          <w:p w14:paraId="2F7E3426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A367D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471401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5BC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7938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00D1B20" w14:textId="77777777" w:rsidTr="0071620A">
        <w:tc>
          <w:tcPr>
            <w:tcW w:w="1701" w:type="dxa"/>
            <w:vAlign w:val="center"/>
          </w:tcPr>
          <w:p w14:paraId="1188B8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163F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8ED8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7504" w:rsidRPr="009C54AE" w14:paraId="62437F74" w14:textId="77777777" w:rsidTr="005E6E85">
        <w:tc>
          <w:tcPr>
            <w:tcW w:w="1701" w:type="dxa"/>
          </w:tcPr>
          <w:p w14:paraId="71D67EF4" w14:textId="77777777" w:rsidR="00DC7504" w:rsidRDefault="00DC7504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CD14443" w14:textId="77777777" w:rsidR="00DC7504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13348E4B" w14:textId="77777777" w:rsidR="00DC7504" w:rsidRPr="00D631E3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C7504" w:rsidRPr="009C54AE" w14:paraId="0D581FF2" w14:textId="77777777" w:rsidTr="005E6E85">
        <w:tc>
          <w:tcPr>
            <w:tcW w:w="1701" w:type="dxa"/>
          </w:tcPr>
          <w:p w14:paraId="527D656C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A8C9BC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950018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C7504" w:rsidRPr="009C54AE" w14:paraId="3CE524CA" w14:textId="77777777" w:rsidTr="005E6E85">
        <w:tc>
          <w:tcPr>
            <w:tcW w:w="1701" w:type="dxa"/>
          </w:tcPr>
          <w:p w14:paraId="08CE3081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277112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determinanty zmian więzi instytucjonalnych we współczesnej gospodarce </w:t>
            </w:r>
          </w:p>
        </w:tc>
        <w:tc>
          <w:tcPr>
            <w:tcW w:w="1873" w:type="dxa"/>
          </w:tcPr>
          <w:p w14:paraId="29299FD3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C7504" w:rsidRPr="009C54AE" w14:paraId="38CAA9C3" w14:textId="77777777" w:rsidTr="005E6E85">
        <w:tc>
          <w:tcPr>
            <w:tcW w:w="1701" w:type="dxa"/>
          </w:tcPr>
          <w:p w14:paraId="3DC129A2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66F3EF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A8E7A0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C7504" w:rsidRPr="009C54AE" w14:paraId="3F4181ED" w14:textId="77777777" w:rsidTr="005E6E85">
        <w:tc>
          <w:tcPr>
            <w:tcW w:w="1701" w:type="dxa"/>
          </w:tcPr>
          <w:p w14:paraId="51DF6000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72C8C1" w14:textId="77777777" w:rsidR="00DC7504" w:rsidRPr="009C54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2B8C450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DC7504" w:rsidRPr="009C54AE" w14:paraId="063F8921" w14:textId="77777777" w:rsidTr="005E6E85">
        <w:tc>
          <w:tcPr>
            <w:tcW w:w="1701" w:type="dxa"/>
          </w:tcPr>
          <w:p w14:paraId="4F2238A7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EE42ED7" w14:textId="77777777" w:rsidR="00DC7504" w:rsidRPr="002870AE" w:rsidRDefault="00DC7504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42E5D595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C7504" w:rsidRPr="009C54AE" w14:paraId="62BC3062" w14:textId="77777777" w:rsidTr="005E6E85">
        <w:tc>
          <w:tcPr>
            <w:tcW w:w="1701" w:type="dxa"/>
          </w:tcPr>
          <w:p w14:paraId="4E7C5BDA" w14:textId="77777777" w:rsidR="00DC7504" w:rsidRPr="009C54AE" w:rsidRDefault="00DC7504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3DCA220" w14:textId="77777777" w:rsidR="00DC7504" w:rsidRPr="002870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24456A2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8990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B6F26A" w14:textId="7DD542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964E2A4" w14:textId="77777777" w:rsidR="00C3473B" w:rsidRPr="009C54AE" w:rsidRDefault="00C347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C932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06762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0A300BB1" w14:textId="77777777" w:rsidTr="003D60DD">
        <w:tc>
          <w:tcPr>
            <w:tcW w:w="9639" w:type="dxa"/>
          </w:tcPr>
          <w:p w14:paraId="19EF3E2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26670" w:rsidRPr="009C54AE" w14:paraId="76D6561D" w14:textId="77777777" w:rsidTr="003D60DD">
        <w:tc>
          <w:tcPr>
            <w:tcW w:w="9639" w:type="dxa"/>
          </w:tcPr>
          <w:p w14:paraId="703D32E4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Istota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charakterystyka procesu public relations oraz podstawowe sfery zadaniowe PR w sektorze publicznym</w:t>
            </w:r>
          </w:p>
        </w:tc>
      </w:tr>
      <w:tr w:rsidR="00326670" w:rsidRPr="009C54AE" w14:paraId="38DAA795" w14:textId="77777777" w:rsidTr="003D60DD">
        <w:tc>
          <w:tcPr>
            <w:tcW w:w="9639" w:type="dxa"/>
          </w:tcPr>
          <w:p w14:paraId="17B293BE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Komunikacja z otoczeniem w procesie kształtowania wizerunku,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audytorium działań komunikacyjnych, oddziaływanie na poszczególne grupy w otoczeniu.</w:t>
            </w:r>
          </w:p>
        </w:tc>
      </w:tr>
      <w:tr w:rsidR="00326670" w:rsidRPr="009C54AE" w14:paraId="568EB712" w14:textId="77777777" w:rsidTr="003D60DD">
        <w:tc>
          <w:tcPr>
            <w:tcW w:w="9639" w:type="dxa"/>
          </w:tcPr>
          <w:p w14:paraId="375BC483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Wizerunek organizacji i rola PR w jego kształtowaniu: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określanie tożsamości organizacji, reputacja i jej składowe, wizerunek, system identyfikacji wizualnej.</w:t>
            </w:r>
          </w:p>
        </w:tc>
      </w:tr>
      <w:tr w:rsidR="00326670" w:rsidRPr="009C54AE" w14:paraId="1C80B117" w14:textId="77777777" w:rsidTr="003D60DD">
        <w:tc>
          <w:tcPr>
            <w:tcW w:w="9639" w:type="dxa"/>
          </w:tcPr>
          <w:p w14:paraId="3C121371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koncepcji kształtowania wizerunku.</w:t>
            </w:r>
          </w:p>
        </w:tc>
      </w:tr>
      <w:tr w:rsidR="00326670" w:rsidRPr="009C54AE" w14:paraId="4C3C9924" w14:textId="77777777" w:rsidTr="003D60DD">
        <w:tc>
          <w:tcPr>
            <w:tcW w:w="9639" w:type="dxa"/>
          </w:tcPr>
          <w:p w14:paraId="10168D6F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326670" w:rsidRPr="009C54AE" w14:paraId="64B619BE" w14:textId="77777777" w:rsidTr="003D60DD">
        <w:tc>
          <w:tcPr>
            <w:tcW w:w="9639" w:type="dxa"/>
          </w:tcPr>
          <w:p w14:paraId="4BCBCE4C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  <w:tr w:rsidR="00326670" w:rsidRPr="009C54AE" w14:paraId="460D77FC" w14:textId="77777777" w:rsidTr="003D60DD">
        <w:tc>
          <w:tcPr>
            <w:tcW w:w="9639" w:type="dxa"/>
          </w:tcPr>
          <w:p w14:paraId="39066996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326670" w:rsidRPr="009C54AE" w14:paraId="37741F95" w14:textId="77777777" w:rsidTr="003D60DD">
        <w:tc>
          <w:tcPr>
            <w:tcW w:w="9639" w:type="dxa"/>
          </w:tcPr>
          <w:p w14:paraId="0DC0C5E2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326670" w:rsidRPr="009C54AE" w14:paraId="12F66B74" w14:textId="77777777" w:rsidTr="003D60DD">
        <w:tc>
          <w:tcPr>
            <w:tcW w:w="9639" w:type="dxa"/>
          </w:tcPr>
          <w:p w14:paraId="7CEC5E9B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136F4E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89D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134F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081FF" w14:textId="77777777" w:rsidR="00E960BB" w:rsidRPr="009026B1" w:rsidRDefault="00326670" w:rsidP="00C347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697B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1BA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51BF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3F88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6B5C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5996"/>
        <w:gridCol w:w="1839"/>
      </w:tblGrid>
      <w:tr w:rsidR="0085747A" w:rsidRPr="009C54AE" w14:paraId="62AB38DE" w14:textId="77777777" w:rsidTr="00C3473B">
        <w:tc>
          <w:tcPr>
            <w:tcW w:w="1701" w:type="dxa"/>
            <w:vAlign w:val="center"/>
          </w:tcPr>
          <w:p w14:paraId="1CCA18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01C2A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84CB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386D6A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838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3473B" w:rsidRPr="009C54AE" w14:paraId="68071555" w14:textId="77777777" w:rsidTr="00C3473B">
        <w:tc>
          <w:tcPr>
            <w:tcW w:w="1701" w:type="dxa"/>
          </w:tcPr>
          <w:p w14:paraId="5DB176E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C2CAA4D" w14:textId="77777777" w:rsidR="00C3473B" w:rsidRPr="009C54AE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588E595C" w14:textId="597CCB2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41473" w:rsidRPr="009C54AE" w14:paraId="59913D70" w14:textId="77777777" w:rsidTr="00C3473B">
        <w:tc>
          <w:tcPr>
            <w:tcW w:w="1701" w:type="dxa"/>
          </w:tcPr>
          <w:p w14:paraId="72CA41D5" w14:textId="77777777" w:rsidR="00841473" w:rsidRPr="009C54AE" w:rsidRDefault="00841473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C6E0E" w14:textId="77777777" w:rsidR="00841473" w:rsidRPr="009C54AE" w:rsidRDefault="00841473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1326FBA9" w14:textId="385D8117" w:rsidR="00841473" w:rsidRPr="009C54AE" w:rsidRDefault="00C3473B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1473"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D62FB19" w14:textId="77777777" w:rsidTr="00C3473B">
        <w:tc>
          <w:tcPr>
            <w:tcW w:w="1701" w:type="dxa"/>
          </w:tcPr>
          <w:p w14:paraId="33EED09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642EB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30022570" w14:textId="66C9617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26A04E9F" w14:textId="77777777" w:rsidTr="00C3473B">
        <w:tc>
          <w:tcPr>
            <w:tcW w:w="1701" w:type="dxa"/>
          </w:tcPr>
          <w:p w14:paraId="3947DDE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17B484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974F322" w14:textId="0D6E02A0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E79321B" w14:textId="77777777" w:rsidTr="00C3473B">
        <w:tc>
          <w:tcPr>
            <w:tcW w:w="1701" w:type="dxa"/>
          </w:tcPr>
          <w:p w14:paraId="6EF4F97C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13EE13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62A13B9F" w14:textId="2002E2E5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3A481154" w14:textId="77777777" w:rsidTr="00C3473B">
        <w:tc>
          <w:tcPr>
            <w:tcW w:w="1701" w:type="dxa"/>
          </w:tcPr>
          <w:p w14:paraId="6A840C8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E06A68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A5F04CD" w14:textId="6A69EA3B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70075140" w14:textId="77777777" w:rsidTr="00C3473B">
        <w:tc>
          <w:tcPr>
            <w:tcW w:w="1701" w:type="dxa"/>
          </w:tcPr>
          <w:p w14:paraId="79CD89B8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295F9D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1745E8F9" w14:textId="6CCA451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3C4F8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6FC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CE8D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716A6B" w14:textId="77777777" w:rsidTr="00923D7D">
        <w:tc>
          <w:tcPr>
            <w:tcW w:w="9670" w:type="dxa"/>
          </w:tcPr>
          <w:p w14:paraId="28189AE9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52FBA3E7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ACBA4C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17DCB5A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EEF9B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67EF8A6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6B9E2500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CFE740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8B6E4B9" w14:textId="77777777" w:rsidR="0085747A" w:rsidRPr="009C54AE" w:rsidRDefault="00841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290C6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6EE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33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9819F5D" w14:textId="77777777" w:rsidTr="003E1941">
        <w:tc>
          <w:tcPr>
            <w:tcW w:w="4962" w:type="dxa"/>
            <w:vAlign w:val="center"/>
          </w:tcPr>
          <w:p w14:paraId="1A251F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26ED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59D696DF" w14:textId="77777777" w:rsidTr="00923D7D">
        <w:tc>
          <w:tcPr>
            <w:tcW w:w="4962" w:type="dxa"/>
          </w:tcPr>
          <w:p w14:paraId="7CCBBAE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CF17F3" w14:textId="42FD8D64" w:rsidR="009026B1" w:rsidRPr="009C54AE" w:rsidRDefault="00B37A5D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026B1" w:rsidRPr="009C54AE" w14:paraId="3C34BD9A" w14:textId="77777777" w:rsidTr="00923D7D">
        <w:tc>
          <w:tcPr>
            <w:tcW w:w="4962" w:type="dxa"/>
          </w:tcPr>
          <w:p w14:paraId="1866E1C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F12175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9D50E1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FC96887" w14:textId="77777777" w:rsidTr="00923D7D">
        <w:tc>
          <w:tcPr>
            <w:tcW w:w="4962" w:type="dxa"/>
          </w:tcPr>
          <w:p w14:paraId="02BC6130" w14:textId="197E7A33" w:rsidR="009026B1" w:rsidRPr="009C54AE" w:rsidRDefault="009026B1" w:rsidP="00C347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34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E92F54" w14:textId="139F309B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37A5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6D78982A" w14:textId="77777777" w:rsidTr="00923D7D">
        <w:tc>
          <w:tcPr>
            <w:tcW w:w="4962" w:type="dxa"/>
          </w:tcPr>
          <w:p w14:paraId="6CBC11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E641D7" w14:textId="77777777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112386D" w14:textId="77777777" w:rsidTr="00923D7D">
        <w:tc>
          <w:tcPr>
            <w:tcW w:w="4962" w:type="dxa"/>
          </w:tcPr>
          <w:p w14:paraId="467272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AED445" w14:textId="77777777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30B93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34CF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83D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0262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2A2DBD2" w14:textId="77777777" w:rsidTr="00C3473B">
        <w:trPr>
          <w:trHeight w:val="397"/>
          <w:jc w:val="center"/>
        </w:trPr>
        <w:tc>
          <w:tcPr>
            <w:tcW w:w="3544" w:type="dxa"/>
          </w:tcPr>
          <w:p w14:paraId="4287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EDFA29" w14:textId="2422AFED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08D47" w14:textId="77777777" w:rsidTr="00C3473B">
        <w:trPr>
          <w:trHeight w:val="397"/>
          <w:jc w:val="center"/>
        </w:trPr>
        <w:tc>
          <w:tcPr>
            <w:tcW w:w="3544" w:type="dxa"/>
          </w:tcPr>
          <w:p w14:paraId="4CD7FA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BE744E" w14:textId="61C3CFD1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B8DE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7F1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D417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DCD0DB" w14:textId="77777777" w:rsidTr="00C3473B">
        <w:trPr>
          <w:trHeight w:val="397"/>
          <w:jc w:val="center"/>
        </w:trPr>
        <w:tc>
          <w:tcPr>
            <w:tcW w:w="7513" w:type="dxa"/>
          </w:tcPr>
          <w:p w14:paraId="3EC5497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9F84BD" w14:textId="00EB9588" w:rsidR="009026B1" w:rsidRDefault="009026B1" w:rsidP="00C3473B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Budzyński. - Warszawa  Poltext, cop. 2018.</w:t>
            </w:r>
          </w:p>
          <w:p w14:paraId="4FB416D5" w14:textId="77777777" w:rsidR="009026B1" w:rsidRPr="009026B1" w:rsidRDefault="009026B1" w:rsidP="00C3473B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0A745494" w14:textId="77777777" w:rsidTr="00C3473B">
        <w:trPr>
          <w:trHeight w:val="397"/>
          <w:jc w:val="center"/>
        </w:trPr>
        <w:tc>
          <w:tcPr>
            <w:tcW w:w="7513" w:type="dxa"/>
          </w:tcPr>
          <w:p w14:paraId="14453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2173F2" w14:textId="77777777" w:rsidR="009026B1" w:rsidRDefault="009026B1" w:rsidP="00C3473B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sferze publicznej : wizerunek i komunikacja, red. M. Tabernacka, A. Szadok-Bratuń, Wolters Kluwer Polska,  Warszawa  2012.</w:t>
            </w:r>
          </w:p>
          <w:p w14:paraId="2469D099" w14:textId="77777777" w:rsidR="009026B1" w:rsidRPr="009C54AE" w:rsidRDefault="009026B1" w:rsidP="00C3473B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A. Adamus-Matuszyńska, A. Austen, Public relations w jednostce samorządu terytorialnego, Wydawnictwo c.h. Beck, Warszawa 2011.</w:t>
            </w:r>
          </w:p>
        </w:tc>
      </w:tr>
    </w:tbl>
    <w:p w14:paraId="2BDD60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834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6F69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1A527" w14:textId="77777777" w:rsidR="00AC1B78" w:rsidRDefault="00AC1B78" w:rsidP="00C16ABF">
      <w:pPr>
        <w:spacing w:after="0" w:line="240" w:lineRule="auto"/>
      </w:pPr>
      <w:r>
        <w:separator/>
      </w:r>
    </w:p>
  </w:endnote>
  <w:endnote w:type="continuationSeparator" w:id="0">
    <w:p w14:paraId="7901FF5A" w14:textId="77777777" w:rsidR="00AC1B78" w:rsidRDefault="00AC1B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84E8B" w14:textId="77777777" w:rsidR="00AC1B78" w:rsidRDefault="00AC1B78" w:rsidP="00C16ABF">
      <w:pPr>
        <w:spacing w:after="0" w:line="240" w:lineRule="auto"/>
      </w:pPr>
      <w:r>
        <w:separator/>
      </w:r>
    </w:p>
  </w:footnote>
  <w:footnote w:type="continuationSeparator" w:id="0">
    <w:p w14:paraId="6FBD0795" w14:textId="77777777" w:rsidR="00AC1B78" w:rsidRDefault="00AC1B78" w:rsidP="00C16ABF">
      <w:pPr>
        <w:spacing w:after="0" w:line="240" w:lineRule="auto"/>
      </w:pPr>
      <w:r>
        <w:continuationSeparator/>
      </w:r>
    </w:p>
  </w:footnote>
  <w:footnote w:id="1">
    <w:p w14:paraId="0CD84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019E7"/>
    <w:multiLevelType w:val="multilevel"/>
    <w:tmpl w:val="DB329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F3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CE2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2281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2953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64F"/>
    <w:rsid w:val="005E6AC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473"/>
    <w:rsid w:val="008449B3"/>
    <w:rsid w:val="00853A2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B78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A5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73B"/>
    <w:rsid w:val="00C36992"/>
    <w:rsid w:val="00C56036"/>
    <w:rsid w:val="00C61DC5"/>
    <w:rsid w:val="00C67E92"/>
    <w:rsid w:val="00C70A26"/>
    <w:rsid w:val="00C766DF"/>
    <w:rsid w:val="00C824F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C75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E01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6C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48A8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133B1C-ECA4-4E6F-A4E6-6859B755B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A12FF6-9646-4B78-BFA7-9A9AB284C1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FFE25F-25F3-47CA-A50A-B45210342C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3D7190-F1A8-4D73-A747-FDDC4638E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982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2020-12-13T10:19:00Z</dcterms:created>
  <dcterms:modified xsi:type="dcterms:W3CDTF">2020-12-13T10:20:00Z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